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D38BAC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404C04">
        <w:rPr>
          <w:b/>
          <w:color w:val="FF5200" w:themeColor="accent2"/>
          <w:sz w:val="36"/>
          <w:szCs w:val="36"/>
        </w:rPr>
        <w:t>„</w:t>
      </w:r>
      <w:r w:rsidR="00404C04" w:rsidRPr="00404C04">
        <w:rPr>
          <w:b/>
          <w:color w:val="FF5200" w:themeColor="accent2"/>
          <w:sz w:val="36"/>
          <w:szCs w:val="36"/>
        </w:rPr>
        <w:t>Dodávky pracovní obuvi 2023</w:t>
      </w:r>
      <w:r w:rsidR="0031280B" w:rsidRPr="00404C04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C181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C1818" w:rsidRPr="00EC181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28739/2023-SŽ-GŘ-O8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404C04">
          <w:pPr>
            <w:pStyle w:val="Obsah2"/>
          </w:pPr>
          <w:r>
            <w:t>Obsah</w:t>
          </w:r>
        </w:p>
        <w:p w14:paraId="2CAE9A46" w14:textId="32193C4B" w:rsidR="008A1DD1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3497895" w:history="1">
            <w:r w:rsidR="008A1DD1" w:rsidRPr="001D55D2">
              <w:rPr>
                <w:rStyle w:val="Hypertextovodkaz"/>
                <w:noProof/>
              </w:rPr>
              <w:t>Kapitola 1.</w:t>
            </w:r>
            <w:r w:rsidR="008A1DD1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A1DD1" w:rsidRPr="001D55D2">
              <w:rPr>
                <w:rStyle w:val="Hypertextovodkaz"/>
                <w:noProof/>
              </w:rPr>
              <w:t>Základní údaje k nabídce</w:t>
            </w:r>
            <w:r w:rsidR="008A1DD1">
              <w:rPr>
                <w:noProof/>
                <w:webHidden/>
              </w:rPr>
              <w:tab/>
            </w:r>
            <w:r w:rsidR="008A1DD1">
              <w:rPr>
                <w:noProof/>
                <w:webHidden/>
              </w:rPr>
              <w:fldChar w:fldCharType="begin"/>
            </w:r>
            <w:r w:rsidR="008A1DD1">
              <w:rPr>
                <w:noProof/>
                <w:webHidden/>
              </w:rPr>
              <w:instrText xml:space="preserve"> PAGEREF _Toc133497895 \h </w:instrText>
            </w:r>
            <w:r w:rsidR="008A1DD1">
              <w:rPr>
                <w:noProof/>
                <w:webHidden/>
              </w:rPr>
            </w:r>
            <w:r w:rsidR="008A1DD1">
              <w:rPr>
                <w:noProof/>
                <w:webHidden/>
              </w:rPr>
              <w:fldChar w:fldCharType="separate"/>
            </w:r>
            <w:r w:rsidR="008A1DD1">
              <w:rPr>
                <w:noProof/>
                <w:webHidden/>
              </w:rPr>
              <w:t>2</w:t>
            </w:r>
            <w:r w:rsidR="008A1DD1">
              <w:rPr>
                <w:noProof/>
                <w:webHidden/>
              </w:rPr>
              <w:fldChar w:fldCharType="end"/>
            </w:r>
          </w:hyperlink>
        </w:p>
        <w:p w14:paraId="41612C59" w14:textId="16891563" w:rsidR="008A1DD1" w:rsidRDefault="008A1DD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497896" w:history="1">
            <w:r w:rsidRPr="001D55D2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D55D2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_Toc133497896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F1FA8" w14:textId="1A69304E" w:rsidR="008A1DD1" w:rsidRDefault="008A1DD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497897" w:history="1">
            <w:r w:rsidRPr="001D55D2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D55D2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_Toc133497897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E5B41" w14:textId="484A7284" w:rsidR="008A1DD1" w:rsidRDefault="008A1DD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497898" w:history="1">
            <w:r w:rsidRPr="001D55D2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D55D2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_Toc133497898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FA3AE" w14:textId="1618CA72" w:rsidR="008A1DD1" w:rsidRDefault="008A1DD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497899" w:history="1">
            <w:r w:rsidRPr="001D55D2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D55D2">
              <w:rPr>
                <w:rStyle w:val="Hypertextovodkaz"/>
                <w:noProof/>
              </w:rPr>
              <w:t>Čestné</w:t>
            </w:r>
            <w:r w:rsidRPr="001D55D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_Toc133497899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D72698" w14:textId="3D9F7A9F" w:rsidR="008A1DD1" w:rsidRDefault="008A1DD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3497900" w:history="1">
            <w:r w:rsidRPr="001D55D2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1D55D2">
              <w:rPr>
                <w:rStyle w:val="Hypertextovodkaz"/>
                <w:noProof/>
              </w:rPr>
              <w:t>Čestné prohlášení účastníka ohledně pracovních podmínek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_Toc133497900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1F059B6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3497895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5744416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404C04">
        <w:rPr>
          <w:rFonts w:eastAsia="Times New Roman" w:cs="Times New Roman"/>
          <w:lang w:eastAsia="cs-CZ"/>
        </w:rPr>
        <w:t>podlimitní sektorovou veřejnou zakázku</w:t>
      </w:r>
      <w:r w:rsidRPr="00404C04">
        <w:t>, jsou pravdivé</w:t>
      </w:r>
      <w:r w:rsidR="009771C9" w:rsidRPr="00404C04">
        <w:t>, úplné a odpovídají skutečnosti</w:t>
      </w:r>
      <w:r w:rsidRPr="00404C04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0800D47" w:rsidR="008B1A2C" w:rsidRDefault="00FC5583" w:rsidP="008B1A2C">
      <w:pPr>
        <w:rPr>
          <w:rFonts w:eastAsia="Times New Roman" w:cs="Times New Roman"/>
          <w:highlight w:val="green"/>
          <w:lang w:eastAsia="cs-CZ"/>
        </w:rPr>
      </w:pPr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tbl>
      <w:tblPr>
        <w:tblW w:w="844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992"/>
        <w:gridCol w:w="851"/>
        <w:gridCol w:w="1005"/>
        <w:gridCol w:w="1263"/>
        <w:gridCol w:w="862"/>
        <w:gridCol w:w="1057"/>
      </w:tblGrid>
      <w:tr w:rsidR="000C50F2" w:rsidRPr="006048C7" w14:paraId="4B1AE699" w14:textId="77777777" w:rsidTr="00EC1818">
        <w:trPr>
          <w:trHeight w:val="1373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14:paraId="51EE448C" w14:textId="00927E0F" w:rsidR="000C50F2" w:rsidRPr="006048C7" w:rsidRDefault="000C50F2" w:rsidP="00DA6598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zboží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CC88ADF" w14:textId="77777777" w:rsidR="000C50F2" w:rsidRPr="006048C7" w:rsidRDefault="000C50F2" w:rsidP="00DA6598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Předpokládané množství (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8468F2" w14:textId="69D2FA96" w:rsidR="000C50F2" w:rsidRPr="006048C7" w:rsidRDefault="000C50F2" w:rsidP="00DA6598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pár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BB0740" w14:textId="45EE0550" w:rsidR="000C50F2" w:rsidRPr="006048C7" w:rsidRDefault="000C50F2" w:rsidP="00DA6598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1 pár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011D521" w14:textId="0FE90F99" w:rsidR="000C50F2" w:rsidRPr="006048C7" w:rsidRDefault="000C50F2" w:rsidP="00DA6598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pár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263" w:type="dxa"/>
            <w:shd w:val="clear" w:color="auto" w:fill="D0CECE" w:themeFill="background2" w:themeFillShade="E6"/>
            <w:vAlign w:val="center"/>
          </w:tcPr>
          <w:p w14:paraId="672A1346" w14:textId="77777777" w:rsidR="000C50F2" w:rsidRPr="006048C7" w:rsidRDefault="000C50F2" w:rsidP="00DA6598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54325EC9" w14:textId="77777777" w:rsidR="000C50F2" w:rsidRPr="006048C7" w:rsidRDefault="000C50F2" w:rsidP="00DA6598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57" w:type="dxa"/>
            <w:shd w:val="clear" w:color="auto" w:fill="auto"/>
            <w:vAlign w:val="center"/>
          </w:tcPr>
          <w:p w14:paraId="2B6B369D" w14:textId="77777777" w:rsidR="000C50F2" w:rsidRPr="006048C7" w:rsidRDefault="000C50F2" w:rsidP="00DA6598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0C50F2" w:rsidRPr="004A6709" w14:paraId="7B12FE04" w14:textId="77777777" w:rsidTr="00EC1818">
        <w:trPr>
          <w:trHeight w:val="495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620D52F2" w14:textId="3915CCAC" w:rsidR="000C50F2" w:rsidRPr="004303F9" w:rsidRDefault="000C50F2" w:rsidP="00DA6598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Pracovní obuv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434062D" w14:textId="416786DC" w:rsidR="000C50F2" w:rsidRPr="004303F9" w:rsidRDefault="000C50F2" w:rsidP="00DA6598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</w:t>
            </w:r>
            <w:r w:rsidRPr="001F33F5"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14:paraId="4ADDB447" w14:textId="77777777" w:rsidR="000C50F2" w:rsidRPr="004A6709" w:rsidRDefault="000C50F2" w:rsidP="00DA6598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shd w:val="clear" w:color="auto" w:fill="auto"/>
          </w:tcPr>
          <w:p w14:paraId="3659F005" w14:textId="77777777" w:rsidR="000C50F2" w:rsidRPr="004A6709" w:rsidRDefault="000C50F2" w:rsidP="00DA6598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005" w:type="dxa"/>
            <w:shd w:val="clear" w:color="auto" w:fill="auto"/>
          </w:tcPr>
          <w:p w14:paraId="3359BCB2" w14:textId="77777777" w:rsidR="000C50F2" w:rsidRPr="004A6709" w:rsidRDefault="000C50F2" w:rsidP="00DA6598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263" w:type="dxa"/>
            <w:shd w:val="clear" w:color="auto" w:fill="auto"/>
          </w:tcPr>
          <w:p w14:paraId="14A8BA14" w14:textId="77777777" w:rsidR="000C50F2" w:rsidRPr="004A6709" w:rsidRDefault="000C50F2" w:rsidP="00DA6598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862" w:type="dxa"/>
            <w:shd w:val="clear" w:color="auto" w:fill="auto"/>
          </w:tcPr>
          <w:p w14:paraId="27F75AB2" w14:textId="77777777" w:rsidR="000C50F2" w:rsidRPr="004A6709" w:rsidRDefault="000C50F2" w:rsidP="00DA6598"/>
        </w:tc>
        <w:tc>
          <w:tcPr>
            <w:tcW w:w="1057" w:type="dxa"/>
            <w:shd w:val="clear" w:color="auto" w:fill="auto"/>
          </w:tcPr>
          <w:p w14:paraId="575F38CD" w14:textId="77777777" w:rsidR="000C50F2" w:rsidRPr="004A6709" w:rsidRDefault="000C50F2" w:rsidP="00DA6598"/>
        </w:tc>
      </w:tr>
    </w:tbl>
    <w:p w14:paraId="0B8A410D" w14:textId="77777777" w:rsidR="000C50F2" w:rsidRDefault="000C50F2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A1DD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A1DD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3497896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67D99F9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640CD2">
        <w:rPr>
          <w:szCs w:val="22"/>
          <w:lang w:eastAsia="cs-CZ"/>
        </w:rPr>
        <w:t xml:space="preserve"> (</w:t>
      </w:r>
      <w:r w:rsidR="004A600D">
        <w:rPr>
          <w:szCs w:val="22"/>
          <w:lang w:eastAsia="cs-CZ"/>
        </w:rPr>
        <w:t>v</w:t>
      </w:r>
      <w:r w:rsidR="00640CD2">
        <w:rPr>
          <w:lang w:eastAsia="cs-CZ"/>
        </w:rPr>
        <w:t>ýše uvedené podmínky splňuje jak Účastník (coby právnická osoba), tak každý člen jeho statutárního orgánu</w:t>
      </w:r>
      <w:r w:rsidR="004A600D">
        <w:rPr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349789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04C04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3497898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349789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E9A3F1D" w14:textId="77777777" w:rsidR="008A1DD1" w:rsidRPr="00C4374B" w:rsidRDefault="008A1DD1" w:rsidP="008A1DD1">
      <w:pPr>
        <w:pStyle w:val="Nadpis2"/>
        <w:numPr>
          <w:ilvl w:val="0"/>
          <w:numId w:val="34"/>
        </w:numPr>
      </w:pPr>
      <w:bookmarkStart w:id="5" w:name="_Toc84234553"/>
      <w:bookmarkStart w:id="6" w:name="_Toc129078362"/>
      <w:bookmarkStart w:id="7" w:name="_Toc133497900"/>
      <w:r>
        <w:lastRenderedPageBreak/>
        <w:t>Čestné prohlášení účastníka ohledně pracovních podmínek</w:t>
      </w:r>
      <w:bookmarkEnd w:id="5"/>
      <w:bookmarkEnd w:id="6"/>
      <w:bookmarkEnd w:id="7"/>
    </w:p>
    <w:p w14:paraId="3E7414A0" w14:textId="77777777" w:rsidR="008A1DD1" w:rsidRDefault="008A1DD1" w:rsidP="008A1DD1">
      <w:pPr>
        <w:spacing w:line="240" w:lineRule="auto"/>
        <w:rPr>
          <w:rFonts w:ascii="Verdana" w:hAnsi="Verdana"/>
          <w:lang w:eastAsia="cs-CZ"/>
        </w:rPr>
      </w:pPr>
    </w:p>
    <w:p w14:paraId="064816D8" w14:textId="77777777" w:rsidR="008A1DD1" w:rsidRPr="002D40FC" w:rsidRDefault="008A1DD1" w:rsidP="008A1DD1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68592E">
        <w:rPr>
          <w:rFonts w:ascii="Verdana" w:eastAsia="Times New Roman" w:hAnsi="Verdana" w:cs="Times New Roman"/>
          <w:lang w:eastAsia="cs-CZ"/>
        </w:rPr>
        <w:t xml:space="preserve">Účastník,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68592E">
        <w:rPr>
          <w:rFonts w:ascii="Verdana" w:eastAsia="Times New Roman" w:hAnsi="Verdana" w:cs="Times New Roman"/>
          <w:lang w:eastAsia="cs-CZ"/>
        </w:rPr>
        <w:t>nedochází při plnění veřejné zakázky</w:t>
      </w:r>
      <w:r w:rsidRPr="0068592E">
        <w:rPr>
          <w:rFonts w:eastAsia="Times New Roman" w:cs="Times New Roman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16A11258" w14:textId="77777777" w:rsidR="008A1DD1" w:rsidRPr="002D40FC" w:rsidRDefault="008A1DD1" w:rsidP="008A1DD1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A831AA9" w14:textId="30FCDB77" w:rsidR="00F44645" w:rsidRDefault="00F44645">
      <w:pPr>
        <w:rPr>
          <w:rFonts w:eastAsia="Times New Roman" w:cs="Times New Roman"/>
          <w:lang w:eastAsia="cs-CZ"/>
        </w:rPr>
      </w:pP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032C197" w14:textId="77777777" w:rsidR="008A1DD1" w:rsidRDefault="008A1DD1" w:rsidP="00A134A1">
      <w:pPr>
        <w:spacing w:before="1200"/>
        <w:rPr>
          <w:lang w:eastAsia="cs-CZ"/>
        </w:rPr>
      </w:pPr>
    </w:p>
    <w:p w14:paraId="0891CF74" w14:textId="77777777" w:rsidR="008A1DD1" w:rsidRDefault="008A1DD1" w:rsidP="00A134A1">
      <w:pPr>
        <w:spacing w:before="1200"/>
        <w:rPr>
          <w:lang w:eastAsia="cs-CZ"/>
        </w:rPr>
      </w:pPr>
    </w:p>
    <w:p w14:paraId="3F8CAF67" w14:textId="77777777" w:rsidR="008A1DD1" w:rsidRDefault="008A1DD1" w:rsidP="00A134A1">
      <w:pPr>
        <w:spacing w:before="1200"/>
        <w:rPr>
          <w:lang w:eastAsia="cs-CZ"/>
        </w:rPr>
      </w:pPr>
    </w:p>
    <w:p w14:paraId="7CC16BCA" w14:textId="77777777" w:rsidR="008A1DD1" w:rsidRDefault="008A1DD1" w:rsidP="00A134A1">
      <w:pPr>
        <w:spacing w:before="1200"/>
        <w:rPr>
          <w:lang w:eastAsia="cs-CZ"/>
        </w:rPr>
      </w:pPr>
    </w:p>
    <w:p w14:paraId="7A010B4E" w14:textId="77777777" w:rsidR="008A1DD1" w:rsidRDefault="008A1DD1" w:rsidP="00A134A1">
      <w:pPr>
        <w:spacing w:before="1200"/>
        <w:rPr>
          <w:lang w:eastAsia="cs-CZ"/>
        </w:rPr>
      </w:pPr>
    </w:p>
    <w:p w14:paraId="5F305539" w14:textId="77777777" w:rsidR="008A1DD1" w:rsidRDefault="008A1DD1" w:rsidP="00A134A1">
      <w:pPr>
        <w:spacing w:before="1200"/>
        <w:rPr>
          <w:lang w:eastAsia="cs-CZ"/>
        </w:rPr>
      </w:pPr>
    </w:p>
    <w:p w14:paraId="7A274757" w14:textId="77777777" w:rsidR="008A1DD1" w:rsidRDefault="008A1DD1" w:rsidP="00A134A1">
      <w:pPr>
        <w:spacing w:before="1200"/>
        <w:rPr>
          <w:lang w:eastAsia="cs-CZ"/>
        </w:rPr>
      </w:pPr>
    </w:p>
    <w:p w14:paraId="0B34B067" w14:textId="5C4264F1" w:rsidR="002126E7" w:rsidRDefault="00404C04" w:rsidP="00A134A1">
      <w:pPr>
        <w:spacing w:before="1200"/>
        <w:rPr>
          <w:lang w:eastAsia="cs-CZ"/>
        </w:rPr>
      </w:pPr>
      <w:bookmarkStart w:id="8" w:name="_GoBack"/>
      <w:bookmarkEnd w:id="8"/>
      <w:proofErr w:type="gramStart"/>
      <w:r>
        <w:rPr>
          <w:lang w:eastAsia="cs-CZ"/>
        </w:rPr>
        <w:lastRenderedPageBreak/>
        <w:t xml:space="preserve">V </w:t>
      </w:r>
      <w:r w:rsidR="002126E7">
        <w:rPr>
          <w:lang w:eastAsia="cs-CZ"/>
        </w:rPr>
        <w:t xml:space="preserve"> …</w:t>
      </w:r>
      <w:proofErr w:type="gramEnd"/>
      <w:r w:rsidR="002126E7">
        <w:rPr>
          <w:lang w:eastAsia="cs-CZ"/>
        </w:rPr>
        <w:t>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76296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DAE083A6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5"/>
  </w:num>
  <w:num w:numId="35">
    <w:abstractNumId w:val="13"/>
  </w:num>
  <w:num w:numId="36">
    <w:abstractNumId w:val="3"/>
  </w:num>
  <w:num w:numId="37">
    <w:abstractNumId w:val="12"/>
  </w:num>
  <w:num w:numId="3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281A"/>
    <w:rsid w:val="00027E55"/>
    <w:rsid w:val="00045E47"/>
    <w:rsid w:val="00072C1E"/>
    <w:rsid w:val="00086B78"/>
    <w:rsid w:val="00097793"/>
    <w:rsid w:val="000A412D"/>
    <w:rsid w:val="000B5E1C"/>
    <w:rsid w:val="000C50F2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04C04"/>
    <w:rsid w:val="00441430"/>
    <w:rsid w:val="00450F07"/>
    <w:rsid w:val="00453CD3"/>
    <w:rsid w:val="00460660"/>
    <w:rsid w:val="00486107"/>
    <w:rsid w:val="00487AC9"/>
    <w:rsid w:val="00491827"/>
    <w:rsid w:val="004A600D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40CD2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1DD1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30BF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C1818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04C04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D4EAF7-4E71-4DB2-8015-F4A1E417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8</Pages>
  <Words>1188</Words>
  <Characters>7016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4</cp:revision>
  <cp:lastPrinted>2023-04-27T12:25:00Z</cp:lastPrinted>
  <dcterms:created xsi:type="dcterms:W3CDTF">2023-04-27T11:14:00Z</dcterms:created>
  <dcterms:modified xsi:type="dcterms:W3CDTF">2023-04-27T12:25:00Z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